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21B5C" w14:textId="77777777" w:rsidR="007B571C" w:rsidRPr="00E960BB" w:rsidRDefault="007B571C" w:rsidP="007B571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D48C025" w14:textId="77777777" w:rsidR="00E95C9D" w:rsidRDefault="00E95C9D" w:rsidP="00E95C9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4B002954" w14:textId="77777777" w:rsidR="00E95C9D" w:rsidRDefault="00E95C9D" w:rsidP="00E95C9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sz w:val="24"/>
          <w:szCs w:val="24"/>
        </w:rPr>
        <w:t xml:space="preserve"> 2020-2022</w:t>
      </w:r>
    </w:p>
    <w:p w14:paraId="603E45D8" w14:textId="77777777" w:rsidR="00E95C9D" w:rsidRDefault="00E95C9D" w:rsidP="00E95C9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500A5080" w14:textId="77777777" w:rsidR="00E95C9D" w:rsidRDefault="00E95C9D" w:rsidP="00E95C9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2020/2021</w:t>
      </w:r>
    </w:p>
    <w:p w14:paraId="165B872B" w14:textId="77777777" w:rsidR="007B571C" w:rsidRPr="009C54AE" w:rsidRDefault="007B571C" w:rsidP="007B571C">
      <w:pPr>
        <w:spacing w:after="0" w:line="240" w:lineRule="auto"/>
        <w:rPr>
          <w:rFonts w:ascii="Corbel" w:hAnsi="Corbel"/>
          <w:sz w:val="24"/>
          <w:szCs w:val="24"/>
        </w:rPr>
      </w:pPr>
    </w:p>
    <w:p w14:paraId="505D4D05" w14:textId="77777777" w:rsidR="007B571C" w:rsidRPr="009C54AE" w:rsidRDefault="007B571C" w:rsidP="007B571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B571C" w:rsidRPr="009C54AE" w14:paraId="7F3EA25A" w14:textId="77777777" w:rsidTr="00070D0E">
        <w:tc>
          <w:tcPr>
            <w:tcW w:w="2694" w:type="dxa"/>
            <w:vAlign w:val="center"/>
          </w:tcPr>
          <w:p w14:paraId="26608ED6" w14:textId="77777777" w:rsidR="007B571C" w:rsidRPr="006B17BE" w:rsidRDefault="007B571C" w:rsidP="00070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546F4C" w14:textId="77777777" w:rsidR="007B571C" w:rsidRPr="009C54AE" w:rsidRDefault="00F73228" w:rsidP="00070D0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Psychopatologia ogólna </w:t>
            </w:r>
          </w:p>
        </w:tc>
      </w:tr>
      <w:tr w:rsidR="007B571C" w:rsidRPr="009C54AE" w14:paraId="3A4AA62E" w14:textId="77777777" w:rsidTr="00070D0E">
        <w:tc>
          <w:tcPr>
            <w:tcW w:w="2694" w:type="dxa"/>
            <w:vAlign w:val="center"/>
          </w:tcPr>
          <w:p w14:paraId="20E75E8B" w14:textId="77777777" w:rsidR="007B571C" w:rsidRPr="006B17BE" w:rsidRDefault="007B571C" w:rsidP="00070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722BA1C" w14:textId="77777777" w:rsidR="007B571C" w:rsidRPr="009C54AE" w:rsidRDefault="00F73228" w:rsidP="00F73228">
            <w:r w:rsidRPr="00CF6991">
              <w:t>P2S</w:t>
            </w:r>
            <w:r w:rsidR="00CF6991" w:rsidRPr="00CF6991">
              <w:t>[</w:t>
            </w:r>
            <w:r w:rsidRPr="00CF6991">
              <w:t>1</w:t>
            </w:r>
            <w:r>
              <w:t>]0</w:t>
            </w:r>
            <w:r w:rsidR="00BF1F2A">
              <w:t>_</w:t>
            </w:r>
            <w:r>
              <w:t>06</w:t>
            </w:r>
          </w:p>
        </w:tc>
      </w:tr>
      <w:tr w:rsidR="007B571C" w:rsidRPr="009C54AE" w14:paraId="0D0BCFC4" w14:textId="77777777" w:rsidTr="00070D0E">
        <w:tc>
          <w:tcPr>
            <w:tcW w:w="2694" w:type="dxa"/>
            <w:vAlign w:val="center"/>
          </w:tcPr>
          <w:p w14:paraId="5CD5FCAA" w14:textId="77777777" w:rsidR="007B571C" w:rsidRPr="006B17BE" w:rsidRDefault="007B571C" w:rsidP="00070D0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84AEA50" w14:textId="77777777" w:rsidR="007B571C" w:rsidRPr="003447AB" w:rsidRDefault="00BF1F2A" w:rsidP="00E26B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  <w:r w:rsidR="00357BCB" w:rsidRPr="003447A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7B571C" w:rsidRPr="009C54AE" w14:paraId="60E3B75F" w14:textId="77777777" w:rsidTr="00070D0E">
        <w:tc>
          <w:tcPr>
            <w:tcW w:w="2694" w:type="dxa"/>
            <w:vAlign w:val="center"/>
          </w:tcPr>
          <w:p w14:paraId="192E375F" w14:textId="77777777" w:rsidR="007B571C" w:rsidRPr="006B17BE" w:rsidRDefault="007B571C" w:rsidP="00070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0EEE96" w14:textId="77777777" w:rsidR="007B571C" w:rsidRPr="003447AB" w:rsidRDefault="00BF1F2A" w:rsidP="000D76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</w:t>
            </w:r>
            <w:r w:rsidR="000D761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um Nauk Społecznych</w:t>
            </w:r>
          </w:p>
        </w:tc>
      </w:tr>
      <w:tr w:rsidR="007B571C" w:rsidRPr="009C54AE" w14:paraId="2E5653F6" w14:textId="77777777" w:rsidTr="00070D0E">
        <w:tc>
          <w:tcPr>
            <w:tcW w:w="2694" w:type="dxa"/>
            <w:vAlign w:val="center"/>
          </w:tcPr>
          <w:p w14:paraId="1AFEB146" w14:textId="77777777" w:rsidR="007B571C" w:rsidRPr="006B17BE" w:rsidRDefault="007B571C" w:rsidP="00070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7E38446" w14:textId="77777777" w:rsidR="007B571C" w:rsidRPr="009C54AE" w:rsidRDefault="007B571C" w:rsidP="00070D0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Praca socjalna </w:t>
            </w:r>
          </w:p>
        </w:tc>
      </w:tr>
      <w:tr w:rsidR="007B571C" w:rsidRPr="009C54AE" w14:paraId="6D1DF377" w14:textId="77777777" w:rsidTr="00070D0E">
        <w:tc>
          <w:tcPr>
            <w:tcW w:w="2694" w:type="dxa"/>
            <w:vAlign w:val="center"/>
          </w:tcPr>
          <w:p w14:paraId="40DFD8BD" w14:textId="77777777" w:rsidR="007B571C" w:rsidRPr="006B17BE" w:rsidRDefault="007B571C" w:rsidP="00070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68A925D" w14:textId="77777777" w:rsidR="007B571C" w:rsidRPr="009C54AE" w:rsidRDefault="00BF1F2A" w:rsidP="00070D0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stopnia </w:t>
            </w:r>
          </w:p>
        </w:tc>
      </w:tr>
      <w:tr w:rsidR="007B571C" w:rsidRPr="009C54AE" w14:paraId="2BAB63C6" w14:textId="77777777" w:rsidTr="00070D0E">
        <w:tc>
          <w:tcPr>
            <w:tcW w:w="2694" w:type="dxa"/>
            <w:vAlign w:val="center"/>
          </w:tcPr>
          <w:p w14:paraId="31121BD6" w14:textId="77777777" w:rsidR="007B571C" w:rsidRPr="006B17BE" w:rsidRDefault="007B571C" w:rsidP="00070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EC2A11C" w14:textId="77777777" w:rsidR="007B571C" w:rsidRPr="009C54AE" w:rsidRDefault="007B571C" w:rsidP="00070D0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B571C" w:rsidRPr="009C54AE" w14:paraId="5DE28BE2" w14:textId="77777777" w:rsidTr="00070D0E">
        <w:tc>
          <w:tcPr>
            <w:tcW w:w="2694" w:type="dxa"/>
            <w:vAlign w:val="center"/>
          </w:tcPr>
          <w:p w14:paraId="691F6A09" w14:textId="77777777" w:rsidR="007B571C" w:rsidRPr="006B17BE" w:rsidRDefault="007B571C" w:rsidP="00070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33C391" w14:textId="77777777" w:rsidR="007B571C" w:rsidRPr="009C54AE" w:rsidRDefault="00BF1F2A" w:rsidP="00070D0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73228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7B571C" w:rsidRPr="009C54AE" w14:paraId="5C7236AA" w14:textId="77777777" w:rsidTr="00070D0E">
        <w:tc>
          <w:tcPr>
            <w:tcW w:w="2694" w:type="dxa"/>
            <w:vAlign w:val="center"/>
          </w:tcPr>
          <w:p w14:paraId="571D40D4" w14:textId="77777777" w:rsidR="007B571C" w:rsidRPr="006B17BE" w:rsidRDefault="007B571C" w:rsidP="00070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84CFC28" w14:textId="77777777" w:rsidR="007B571C" w:rsidRPr="009C54AE" w:rsidRDefault="00BF1F2A" w:rsidP="00070D0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</w:t>
            </w:r>
            <w:r w:rsidR="00CF6991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 I</w:t>
            </w:r>
          </w:p>
        </w:tc>
      </w:tr>
      <w:tr w:rsidR="007B571C" w:rsidRPr="009C54AE" w14:paraId="55494DC4" w14:textId="77777777" w:rsidTr="00070D0E">
        <w:tc>
          <w:tcPr>
            <w:tcW w:w="2694" w:type="dxa"/>
            <w:vAlign w:val="center"/>
          </w:tcPr>
          <w:p w14:paraId="24A7F113" w14:textId="77777777" w:rsidR="007B571C" w:rsidRPr="006B17BE" w:rsidRDefault="007B571C" w:rsidP="00070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D82D28" w14:textId="77777777" w:rsidR="007B571C" w:rsidRPr="00BF1F2A" w:rsidRDefault="00BF1F2A" w:rsidP="00070D0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F1F2A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7B571C" w:rsidRPr="009C54AE" w14:paraId="3675274E" w14:textId="77777777" w:rsidTr="00070D0E">
        <w:tc>
          <w:tcPr>
            <w:tcW w:w="2694" w:type="dxa"/>
            <w:vAlign w:val="center"/>
          </w:tcPr>
          <w:p w14:paraId="78394A2A" w14:textId="77777777" w:rsidR="007B571C" w:rsidRPr="006B17BE" w:rsidRDefault="007B571C" w:rsidP="00070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8DF3806" w14:textId="77777777" w:rsidR="007B571C" w:rsidRPr="009C54AE" w:rsidRDefault="007B571C" w:rsidP="00070D0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7B571C" w:rsidRPr="009C54AE" w14:paraId="0A298511" w14:textId="77777777" w:rsidTr="00070D0E">
        <w:tc>
          <w:tcPr>
            <w:tcW w:w="2694" w:type="dxa"/>
            <w:vAlign w:val="center"/>
          </w:tcPr>
          <w:p w14:paraId="4771AF1B" w14:textId="77777777" w:rsidR="007B571C" w:rsidRPr="006B17BE" w:rsidRDefault="007B571C" w:rsidP="00070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F577B7E" w14:textId="77777777" w:rsidR="007B571C" w:rsidRPr="009C54AE" w:rsidRDefault="00CF6991" w:rsidP="00070D0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6991">
              <w:rPr>
                <w:rFonts w:ascii="Corbel" w:hAnsi="Corbel"/>
                <w:b w:val="0"/>
                <w:sz w:val="24"/>
                <w:szCs w:val="24"/>
              </w:rPr>
              <w:t>Jacek Pasternak</w:t>
            </w:r>
          </w:p>
        </w:tc>
      </w:tr>
      <w:tr w:rsidR="007B571C" w:rsidRPr="009C54AE" w14:paraId="2BE89065" w14:textId="77777777" w:rsidTr="00070D0E">
        <w:tc>
          <w:tcPr>
            <w:tcW w:w="2694" w:type="dxa"/>
            <w:vAlign w:val="center"/>
          </w:tcPr>
          <w:p w14:paraId="75E28D0D" w14:textId="77777777" w:rsidR="007B571C" w:rsidRPr="006B17BE" w:rsidRDefault="007B571C" w:rsidP="00070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F4A2E8D" w14:textId="77777777" w:rsidR="007B571C" w:rsidRPr="001077F2" w:rsidRDefault="001077F2" w:rsidP="00070D0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F6991">
              <w:rPr>
                <w:rFonts w:ascii="Corbel" w:hAnsi="Corbel"/>
                <w:b w:val="0"/>
                <w:sz w:val="24"/>
                <w:szCs w:val="24"/>
              </w:rPr>
              <w:t>Jacek Pasternak</w:t>
            </w:r>
            <w:r w:rsidR="007B571C" w:rsidRPr="001077F2">
              <w:rPr>
                <w:b w:val="0"/>
                <w:sz w:val="24"/>
                <w:szCs w:val="24"/>
              </w:rPr>
              <w:t xml:space="preserve"> </w:t>
            </w:r>
          </w:p>
        </w:tc>
      </w:tr>
    </w:tbl>
    <w:p w14:paraId="13F83CE0" w14:textId="77777777" w:rsidR="007B571C" w:rsidRPr="009C54AE" w:rsidRDefault="007B571C" w:rsidP="007B571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35440A1C" w14:textId="77777777" w:rsidR="007B571C" w:rsidRPr="009C54AE" w:rsidRDefault="007B571C" w:rsidP="007B571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E449883" w14:textId="77777777" w:rsidR="007B571C" w:rsidRPr="009C54AE" w:rsidRDefault="007B571C" w:rsidP="007B571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89B7FE0" w14:textId="77777777" w:rsidR="007B571C" w:rsidRPr="009C54AE" w:rsidRDefault="007B571C" w:rsidP="007B571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7B571C" w:rsidRPr="009C54AE" w14:paraId="1AE5FA37" w14:textId="77777777" w:rsidTr="00070D0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5AD9D" w14:textId="77777777" w:rsidR="007B571C" w:rsidRPr="006B17BE" w:rsidRDefault="007B571C" w:rsidP="00070D0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7BE">
              <w:rPr>
                <w:rFonts w:ascii="Corbel" w:hAnsi="Corbel"/>
                <w:szCs w:val="24"/>
              </w:rPr>
              <w:t>Semestr</w:t>
            </w:r>
          </w:p>
          <w:p w14:paraId="23620F9E" w14:textId="77777777" w:rsidR="007B571C" w:rsidRPr="006B17BE" w:rsidRDefault="007B571C" w:rsidP="00070D0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7BE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DE0FE" w14:textId="77777777" w:rsidR="007B571C" w:rsidRPr="006B17BE" w:rsidRDefault="007B571C" w:rsidP="00070D0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B17BE">
              <w:rPr>
                <w:rFonts w:ascii="Corbel" w:hAnsi="Corbel"/>
                <w:szCs w:val="24"/>
              </w:rPr>
              <w:t>Wykł</w:t>
            </w:r>
            <w:proofErr w:type="spellEnd"/>
            <w:r w:rsidRPr="006B17B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D1EEB" w14:textId="77777777" w:rsidR="007B571C" w:rsidRPr="006B17BE" w:rsidRDefault="007B571C" w:rsidP="00070D0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7B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7E6C4" w14:textId="77777777" w:rsidR="007B571C" w:rsidRPr="006B17BE" w:rsidRDefault="007B571C" w:rsidP="00070D0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B17BE">
              <w:rPr>
                <w:rFonts w:ascii="Corbel" w:hAnsi="Corbel"/>
                <w:szCs w:val="24"/>
              </w:rPr>
              <w:t>Konw</w:t>
            </w:r>
            <w:proofErr w:type="spellEnd"/>
            <w:r w:rsidRPr="006B17B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CB0A4" w14:textId="77777777" w:rsidR="007B571C" w:rsidRPr="006B17BE" w:rsidRDefault="007B571C" w:rsidP="00070D0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7B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14956" w14:textId="77777777" w:rsidR="007B571C" w:rsidRPr="006B17BE" w:rsidRDefault="007B571C" w:rsidP="00070D0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B17BE">
              <w:rPr>
                <w:rFonts w:ascii="Corbel" w:hAnsi="Corbel"/>
                <w:szCs w:val="24"/>
              </w:rPr>
              <w:t>Sem</w:t>
            </w:r>
            <w:proofErr w:type="spellEnd"/>
            <w:r w:rsidRPr="006B17B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74634" w14:textId="77777777" w:rsidR="007B571C" w:rsidRPr="006B17BE" w:rsidRDefault="007B571C" w:rsidP="00070D0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7B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D0A31" w14:textId="77777777" w:rsidR="007B571C" w:rsidRPr="006B17BE" w:rsidRDefault="007B571C" w:rsidP="00070D0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B17BE">
              <w:rPr>
                <w:rFonts w:ascii="Corbel" w:hAnsi="Corbel"/>
                <w:szCs w:val="24"/>
              </w:rPr>
              <w:t>Prakt</w:t>
            </w:r>
            <w:proofErr w:type="spellEnd"/>
            <w:r w:rsidRPr="006B17B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CB059" w14:textId="77777777" w:rsidR="007B571C" w:rsidRPr="006B17BE" w:rsidRDefault="007B571C" w:rsidP="00070D0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7B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6292A" w14:textId="77777777" w:rsidR="007B571C" w:rsidRPr="006B17BE" w:rsidRDefault="007B571C" w:rsidP="00070D0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B17BE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B571C" w:rsidRPr="009C54AE" w14:paraId="20F1CE2B" w14:textId="77777777" w:rsidTr="00070D0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CCE2D" w14:textId="77777777" w:rsidR="007B571C" w:rsidRPr="009C54AE" w:rsidRDefault="007B571C" w:rsidP="00070D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E3EAE" w14:textId="77777777" w:rsidR="007B571C" w:rsidRPr="009C54AE" w:rsidRDefault="007B571C" w:rsidP="00070D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78B1A" w14:textId="77777777" w:rsidR="007B571C" w:rsidRPr="009C54AE" w:rsidRDefault="007B571C" w:rsidP="00070D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041E1" w14:textId="77777777" w:rsidR="007B571C" w:rsidRPr="009C54AE" w:rsidRDefault="00CC0A0A" w:rsidP="00381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381AB4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C41FB" w14:textId="77777777" w:rsidR="007B571C" w:rsidRPr="009C54AE" w:rsidRDefault="007B571C" w:rsidP="00070D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C33F0" w14:textId="77777777" w:rsidR="007B571C" w:rsidRPr="009C54AE" w:rsidRDefault="007B571C" w:rsidP="00070D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184D5" w14:textId="77777777" w:rsidR="007B571C" w:rsidRPr="009C54AE" w:rsidRDefault="007B571C" w:rsidP="00070D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1C8F4" w14:textId="77777777" w:rsidR="007B571C" w:rsidRPr="009C54AE" w:rsidRDefault="007B571C" w:rsidP="00070D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70FEF" w14:textId="77777777" w:rsidR="007B571C" w:rsidRPr="009C54AE" w:rsidRDefault="007B571C" w:rsidP="00070D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B0EC1" w14:textId="77777777" w:rsidR="007B571C" w:rsidRPr="009C54AE" w:rsidRDefault="00094A50" w:rsidP="00070D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77F091B" w14:textId="77777777" w:rsidR="007B571C" w:rsidRPr="009C54AE" w:rsidRDefault="007B571C" w:rsidP="007B571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F8D4791" w14:textId="77777777" w:rsidR="007B571C" w:rsidRPr="00BF1F2A" w:rsidRDefault="007B571C" w:rsidP="007B571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9FF8222" w14:textId="77777777" w:rsidR="007B571C" w:rsidRPr="009C54AE" w:rsidRDefault="007B571C" w:rsidP="007B571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3020E0" w14:textId="77777777" w:rsidR="007B571C" w:rsidRPr="009C54AE" w:rsidRDefault="007B571C" w:rsidP="007B571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36A1900" w14:textId="77777777" w:rsidR="007B571C" w:rsidRPr="009C54AE" w:rsidRDefault="007B571C" w:rsidP="007B571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  <w:r w:rsidR="00251B7C">
        <w:rPr>
          <w:rFonts w:ascii="Corbel" w:hAnsi="Corbel"/>
          <w:b w:val="0"/>
          <w:smallCaps w:val="0"/>
          <w:szCs w:val="24"/>
        </w:rPr>
        <w:t xml:space="preserve"> (w okresie pandemii)</w:t>
      </w:r>
    </w:p>
    <w:p w14:paraId="284DF6DC" w14:textId="77777777" w:rsidR="007B571C" w:rsidRPr="009C54AE" w:rsidRDefault="007B571C" w:rsidP="007B571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0411F0" w14:textId="77777777" w:rsidR="007B571C" w:rsidRPr="009C54AE" w:rsidRDefault="007B571C" w:rsidP="007B571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13110FD" w14:textId="77777777" w:rsidR="007B571C" w:rsidRDefault="00CF6991" w:rsidP="007B571C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5265637F" w14:textId="77777777" w:rsidR="007B571C" w:rsidRDefault="007B571C" w:rsidP="007B57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A6D1B6" w14:textId="77777777" w:rsidR="007B571C" w:rsidRPr="009C54AE" w:rsidRDefault="007B571C" w:rsidP="007B571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B571C" w:rsidRPr="009C54AE" w14:paraId="4A9527FB" w14:textId="77777777" w:rsidTr="00070D0E">
        <w:tc>
          <w:tcPr>
            <w:tcW w:w="9670" w:type="dxa"/>
          </w:tcPr>
          <w:p w14:paraId="18C7F881" w14:textId="77777777" w:rsidR="007B571C" w:rsidRPr="009C54AE" w:rsidRDefault="00CF6991" w:rsidP="00841E3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psychologii ogólnej</w:t>
            </w:r>
          </w:p>
        </w:tc>
      </w:tr>
    </w:tbl>
    <w:p w14:paraId="572BAE16" w14:textId="77777777" w:rsidR="007B571C" w:rsidRDefault="007B571C" w:rsidP="007B571C">
      <w:pPr>
        <w:pStyle w:val="Punktygwne"/>
        <w:spacing w:before="0" w:after="0"/>
        <w:rPr>
          <w:rFonts w:ascii="Corbel" w:hAnsi="Corbel"/>
          <w:szCs w:val="24"/>
        </w:rPr>
      </w:pPr>
    </w:p>
    <w:p w14:paraId="41C25D08" w14:textId="77777777" w:rsidR="007B571C" w:rsidRPr="00C05F44" w:rsidRDefault="007B571C" w:rsidP="007B571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877C9FB" w14:textId="77777777" w:rsidR="007B571C" w:rsidRPr="00C05F44" w:rsidRDefault="007B571C" w:rsidP="007B571C">
      <w:pPr>
        <w:pStyle w:val="Punktygwne"/>
        <w:spacing w:before="0" w:after="0"/>
        <w:rPr>
          <w:rFonts w:ascii="Corbel" w:hAnsi="Corbel"/>
          <w:szCs w:val="24"/>
        </w:rPr>
      </w:pPr>
    </w:p>
    <w:p w14:paraId="068C865E" w14:textId="77777777" w:rsidR="007B571C" w:rsidRDefault="007B571C" w:rsidP="007B571C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80B7201" w14:textId="77777777" w:rsidR="007B571C" w:rsidRPr="009C54AE" w:rsidRDefault="007B571C" w:rsidP="007B571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447AB" w:rsidRPr="009C54AE" w14:paraId="25601285" w14:textId="77777777" w:rsidTr="00070D0E">
        <w:tc>
          <w:tcPr>
            <w:tcW w:w="851" w:type="dxa"/>
            <w:vAlign w:val="center"/>
          </w:tcPr>
          <w:p w14:paraId="4A21707F" w14:textId="77777777" w:rsidR="003447AB" w:rsidRPr="006B17BE" w:rsidRDefault="003447AB" w:rsidP="00070D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B17B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FE593B2" w14:textId="77777777" w:rsidR="003447AB" w:rsidRPr="00231B9F" w:rsidRDefault="003447AB" w:rsidP="0065522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31B9F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zagadnieniami  z zakresu psychopatologii i możliwości dokonywania wstępnego różnicowania zaburzeń . </w:t>
            </w:r>
          </w:p>
        </w:tc>
      </w:tr>
      <w:tr w:rsidR="003447AB" w:rsidRPr="009C54AE" w14:paraId="1B75D52E" w14:textId="77777777" w:rsidTr="00070D0E">
        <w:tc>
          <w:tcPr>
            <w:tcW w:w="851" w:type="dxa"/>
            <w:vAlign w:val="center"/>
          </w:tcPr>
          <w:p w14:paraId="71B33FB8" w14:textId="77777777" w:rsidR="003447AB" w:rsidRPr="006B17BE" w:rsidRDefault="003447AB" w:rsidP="00070D0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4A07A05" w14:textId="77777777" w:rsidR="003447AB" w:rsidRPr="00231B9F" w:rsidRDefault="003447AB" w:rsidP="0065522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31B9F">
              <w:rPr>
                <w:rFonts w:ascii="Corbel" w:hAnsi="Corbel"/>
                <w:b w:val="0"/>
                <w:sz w:val="24"/>
                <w:szCs w:val="24"/>
              </w:rPr>
              <w:t>Potrafi zmotywować do kontaktu ze specjalistami w dziedzinie  psychologii klinicznej i psychiatrii</w:t>
            </w:r>
          </w:p>
        </w:tc>
      </w:tr>
      <w:tr w:rsidR="003447AB" w:rsidRPr="009C54AE" w14:paraId="3DA0190D" w14:textId="77777777" w:rsidTr="00070D0E">
        <w:tc>
          <w:tcPr>
            <w:tcW w:w="851" w:type="dxa"/>
            <w:vAlign w:val="center"/>
          </w:tcPr>
          <w:p w14:paraId="12800481" w14:textId="77777777" w:rsidR="003447AB" w:rsidRPr="006B17BE" w:rsidRDefault="003447AB" w:rsidP="00070D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B17B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4398495" w14:textId="77777777" w:rsidR="003447AB" w:rsidRPr="00231B9F" w:rsidRDefault="003447AB" w:rsidP="0065522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31B9F">
              <w:rPr>
                <w:rFonts w:ascii="Corbel" w:hAnsi="Corbel"/>
                <w:b w:val="0"/>
                <w:sz w:val="24"/>
                <w:szCs w:val="24"/>
              </w:rPr>
              <w:t xml:space="preserve">Potrafi współpracować z psychiatryczną  służbą zdrowia i  pomocą społeczna </w:t>
            </w:r>
          </w:p>
        </w:tc>
      </w:tr>
    </w:tbl>
    <w:p w14:paraId="41EDE828" w14:textId="77777777" w:rsidR="000D39A0" w:rsidRDefault="000D39A0" w:rsidP="007B571C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5EF0179A" w14:textId="77777777" w:rsidR="007B571C" w:rsidRPr="009C54AE" w:rsidRDefault="007B571C" w:rsidP="007B571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BC65D51" w14:textId="77777777" w:rsidR="007B571C" w:rsidRPr="009C54AE" w:rsidRDefault="007B571C" w:rsidP="007B571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7B571C" w:rsidRPr="009C54AE" w14:paraId="55F61E32" w14:textId="77777777" w:rsidTr="00070D0E">
        <w:tc>
          <w:tcPr>
            <w:tcW w:w="1701" w:type="dxa"/>
            <w:vAlign w:val="center"/>
          </w:tcPr>
          <w:p w14:paraId="43F6B542" w14:textId="77777777" w:rsidR="00841E36" w:rsidRPr="0011540D" w:rsidRDefault="00841E36" w:rsidP="00070D0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  <w:p w14:paraId="6A946DBB" w14:textId="77777777" w:rsidR="00841E36" w:rsidRPr="0011540D" w:rsidRDefault="00841E36" w:rsidP="00070D0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  <w:p w14:paraId="5B428715" w14:textId="77777777" w:rsidR="00841E36" w:rsidRPr="0011540D" w:rsidRDefault="00841E36" w:rsidP="0007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22451CE7" w14:textId="77777777" w:rsidR="007B571C" w:rsidRPr="009C54AE" w:rsidRDefault="007B571C" w:rsidP="0007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0728F73" w14:textId="77777777" w:rsidR="007B571C" w:rsidRPr="009C54AE" w:rsidRDefault="007B571C" w:rsidP="0007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B571C" w:rsidRPr="009C54AE" w14:paraId="2833A007" w14:textId="77777777" w:rsidTr="00070D0E">
        <w:tc>
          <w:tcPr>
            <w:tcW w:w="1701" w:type="dxa"/>
          </w:tcPr>
          <w:p w14:paraId="5DF141D3" w14:textId="77777777" w:rsidR="0073654E" w:rsidRPr="0011540D" w:rsidRDefault="003447AB" w:rsidP="0073654E">
            <w:r w:rsidRPr="0011540D">
              <w:t>EK_01</w:t>
            </w:r>
          </w:p>
          <w:p w14:paraId="0B771771" w14:textId="77777777" w:rsidR="0073654E" w:rsidRPr="0011540D" w:rsidRDefault="0073654E" w:rsidP="00A14A1D">
            <w:pPr>
              <w:rPr>
                <w:rFonts w:ascii="Corbel" w:hAnsi="Corbel"/>
                <w:b/>
                <w:smallCaps/>
                <w:szCs w:val="24"/>
              </w:rPr>
            </w:pPr>
          </w:p>
          <w:p w14:paraId="72CB1114" w14:textId="77777777" w:rsidR="003447AB" w:rsidRPr="0011540D" w:rsidRDefault="003447AB" w:rsidP="003447AB">
            <w:r w:rsidRPr="0011540D">
              <w:t>EK_02</w:t>
            </w:r>
          </w:p>
          <w:p w14:paraId="735B33F5" w14:textId="77777777" w:rsidR="00B92A6B" w:rsidRPr="0011540D" w:rsidRDefault="00B92A6B" w:rsidP="00A14A1D">
            <w:pPr>
              <w:rPr>
                <w:rFonts w:ascii="Corbel" w:hAnsi="Corbel"/>
                <w:b/>
                <w:smallCaps/>
                <w:szCs w:val="24"/>
              </w:rPr>
            </w:pPr>
          </w:p>
          <w:p w14:paraId="0CE53C69" w14:textId="77777777" w:rsidR="0073654E" w:rsidRPr="0011540D" w:rsidRDefault="00B92A6B" w:rsidP="00A14A1D">
            <w:pPr>
              <w:rPr>
                <w:rFonts w:ascii="Corbel" w:hAnsi="Corbel"/>
                <w:b/>
                <w:smallCaps/>
                <w:szCs w:val="24"/>
              </w:rPr>
            </w:pPr>
            <w:r w:rsidRPr="0011540D">
              <w:rPr>
                <w:rFonts w:ascii="Corbel" w:hAnsi="Corbel"/>
                <w:b/>
                <w:smallCaps/>
                <w:szCs w:val="24"/>
              </w:rPr>
              <w:t>EK_03</w:t>
            </w:r>
          </w:p>
          <w:p w14:paraId="514B4C1B" w14:textId="77777777" w:rsidR="003447AB" w:rsidRPr="0011540D" w:rsidRDefault="003447AB" w:rsidP="00A14A1D">
            <w:pPr>
              <w:rPr>
                <w:rFonts w:ascii="Corbel" w:hAnsi="Corbel"/>
                <w:b/>
                <w:smallCaps/>
                <w:szCs w:val="24"/>
              </w:rPr>
            </w:pPr>
          </w:p>
          <w:p w14:paraId="50B377FB" w14:textId="77777777" w:rsidR="009D4EE0" w:rsidRPr="0011540D" w:rsidRDefault="003447AB" w:rsidP="00A14A1D">
            <w:r w:rsidRPr="0011540D">
              <w:t>EK_04</w:t>
            </w:r>
          </w:p>
          <w:p w14:paraId="100EBFAA" w14:textId="77777777" w:rsidR="003447AB" w:rsidRPr="0011540D" w:rsidRDefault="003447AB" w:rsidP="00A14A1D">
            <w:pPr>
              <w:rPr>
                <w:rFonts w:ascii="Corbel" w:hAnsi="Corbel"/>
                <w:b/>
                <w:smallCaps/>
                <w:szCs w:val="24"/>
              </w:rPr>
            </w:pPr>
          </w:p>
          <w:p w14:paraId="20DB8A51" w14:textId="77777777" w:rsidR="009D4EE0" w:rsidRPr="0011540D" w:rsidRDefault="009D4EE0" w:rsidP="009D4EE0">
            <w:r w:rsidRPr="0011540D">
              <w:t>EK_0</w:t>
            </w:r>
            <w:r w:rsidR="00B92A6B" w:rsidRPr="0011540D">
              <w:t>5</w:t>
            </w:r>
          </w:p>
          <w:p w14:paraId="215609B0" w14:textId="77777777" w:rsidR="009D4EE0" w:rsidRPr="0011540D" w:rsidRDefault="009D4EE0" w:rsidP="009D4EE0"/>
          <w:p w14:paraId="7CBE6A9E" w14:textId="77777777" w:rsidR="009D4EE0" w:rsidRPr="0011540D" w:rsidRDefault="009D4EE0" w:rsidP="009D4EE0">
            <w:r w:rsidRPr="0011540D">
              <w:t>EK_0</w:t>
            </w:r>
            <w:r w:rsidR="0011540D" w:rsidRPr="0011540D">
              <w:t>6</w:t>
            </w:r>
          </w:p>
        </w:tc>
        <w:tc>
          <w:tcPr>
            <w:tcW w:w="6096" w:type="dxa"/>
          </w:tcPr>
          <w:p w14:paraId="300D2CC1" w14:textId="77777777" w:rsidR="00A14A1D" w:rsidRPr="0011540D" w:rsidRDefault="00A14A1D" w:rsidP="00A14A1D">
            <w:pPr>
              <w:rPr>
                <w:sz w:val="20"/>
                <w:szCs w:val="20"/>
              </w:rPr>
            </w:pPr>
            <w:r w:rsidRPr="0011540D">
              <w:rPr>
                <w:sz w:val="20"/>
                <w:szCs w:val="20"/>
              </w:rPr>
              <w:t>zna i rozumie mechanizmy funkcjonowania człowieka w strukturach społecznych i instytucjach życia publicznego oraz fundamentalne dylematy współczesnej cywilizacji</w:t>
            </w:r>
          </w:p>
          <w:p w14:paraId="047ABD9C" w14:textId="77777777" w:rsidR="00B92A6B" w:rsidRPr="0011540D" w:rsidRDefault="00A14A1D" w:rsidP="00A14A1D">
            <w:pPr>
              <w:rPr>
                <w:sz w:val="20"/>
                <w:szCs w:val="20"/>
              </w:rPr>
            </w:pPr>
            <w:r w:rsidRPr="0011540D">
              <w:rPr>
                <w:sz w:val="20"/>
                <w:szCs w:val="20"/>
              </w:rPr>
              <w:t>potrafi wykorzystywać wiedzę wynikającą z diagnozowania nietypowych problemów w nieprzewidywalnych warunkach</w:t>
            </w:r>
          </w:p>
          <w:p w14:paraId="73C8C6CF" w14:textId="77777777" w:rsidR="00B92A6B" w:rsidRPr="0011540D" w:rsidRDefault="00B92A6B" w:rsidP="00B92A6B">
            <w:pPr>
              <w:jc w:val="both"/>
              <w:rPr>
                <w:sz w:val="20"/>
                <w:szCs w:val="20"/>
              </w:rPr>
            </w:pPr>
          </w:p>
          <w:p w14:paraId="787FFBCA" w14:textId="77777777" w:rsidR="00B92A6B" w:rsidRPr="0011540D" w:rsidRDefault="00B92A6B" w:rsidP="00B92A6B">
            <w:pPr>
              <w:jc w:val="both"/>
              <w:rPr>
                <w:sz w:val="20"/>
                <w:szCs w:val="20"/>
              </w:rPr>
            </w:pPr>
            <w:r w:rsidRPr="0011540D">
              <w:rPr>
                <w:sz w:val="20"/>
                <w:szCs w:val="20"/>
              </w:rPr>
              <w:t xml:space="preserve">potrafi samodzielnie analizować kulturowy dorobek człowieka </w:t>
            </w:r>
            <w:r w:rsidR="00730F69">
              <w:rPr>
                <w:sz w:val="20"/>
                <w:szCs w:val="20"/>
              </w:rPr>
              <w:t>w zakresie p</w:t>
            </w:r>
            <w:r w:rsidR="00E50723">
              <w:rPr>
                <w:sz w:val="20"/>
                <w:szCs w:val="20"/>
              </w:rPr>
              <w:t>sychopatologii</w:t>
            </w:r>
          </w:p>
          <w:p w14:paraId="60EB79AE" w14:textId="77777777" w:rsidR="00B92A6B" w:rsidRPr="0011540D" w:rsidRDefault="000D7615" w:rsidP="0073654E">
            <w:pPr>
              <w:rPr>
                <w:sz w:val="20"/>
                <w:szCs w:val="20"/>
              </w:rPr>
            </w:pPr>
            <w:r w:rsidRPr="0011540D">
              <w:rPr>
                <w:sz w:val="20"/>
                <w:szCs w:val="20"/>
              </w:rPr>
              <w:t>p</w:t>
            </w:r>
            <w:r w:rsidR="0073654E" w:rsidRPr="0011540D">
              <w:rPr>
                <w:sz w:val="20"/>
                <w:szCs w:val="20"/>
              </w:rPr>
              <w:t>osiada umiejętność analizy zjawisk społecznych oraz w sposób praktyczny realizować fundamentalne i nowe role zawodowe pracownika socjalnego</w:t>
            </w:r>
          </w:p>
          <w:p w14:paraId="44A7E772" w14:textId="77777777" w:rsidR="009D4EE0" w:rsidRPr="0011540D" w:rsidRDefault="00B92A6B" w:rsidP="009D4EE0">
            <w:pPr>
              <w:jc w:val="both"/>
              <w:rPr>
                <w:sz w:val="20"/>
                <w:szCs w:val="20"/>
              </w:rPr>
            </w:pPr>
            <w:r w:rsidRPr="0011540D">
              <w:rPr>
                <w:sz w:val="20"/>
                <w:szCs w:val="20"/>
              </w:rPr>
              <w:t>ma zdolność posługiwania się podejściami teoretycznymi w analizowaniu różnych aspektów ludzkich zachowań w celu diagnozowania, prognozowania oraz formułowania programów działań socjalnych w oparciu o konsultacje z interesariuszami zewnętrznymi</w:t>
            </w:r>
          </w:p>
          <w:p w14:paraId="7866D514" w14:textId="77777777" w:rsidR="009D4EE0" w:rsidRPr="0011540D" w:rsidRDefault="009D4EE0" w:rsidP="009D4EE0">
            <w:pPr>
              <w:jc w:val="both"/>
              <w:rPr>
                <w:sz w:val="20"/>
                <w:szCs w:val="20"/>
              </w:rPr>
            </w:pPr>
            <w:r w:rsidRPr="0011540D">
              <w:rPr>
                <w:sz w:val="20"/>
                <w:szCs w:val="20"/>
              </w:rPr>
              <w:t xml:space="preserve">posiada umiejętność adaptacji i </w:t>
            </w:r>
            <w:r w:rsidR="008E4447" w:rsidRPr="0011540D">
              <w:rPr>
                <w:sz w:val="20"/>
                <w:szCs w:val="20"/>
              </w:rPr>
              <w:t>działania</w:t>
            </w:r>
            <w:r w:rsidRPr="0011540D">
              <w:rPr>
                <w:sz w:val="20"/>
                <w:szCs w:val="20"/>
              </w:rPr>
              <w:t xml:space="preserve"> w sytuacjach trudnych</w:t>
            </w:r>
            <w:r w:rsidR="00EB27F6">
              <w:rPr>
                <w:sz w:val="20"/>
                <w:szCs w:val="20"/>
              </w:rPr>
              <w:t xml:space="preserve"> oraz negocjowania stanowisk rozpoznając własne ograniczenia w pracy z innymi z uwzględnieniem opinii ekspertów</w:t>
            </w:r>
            <w:r w:rsidRPr="0011540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73" w:type="dxa"/>
          </w:tcPr>
          <w:p w14:paraId="1C096A36" w14:textId="77777777" w:rsidR="003447AB" w:rsidRPr="0011540D" w:rsidRDefault="003447AB" w:rsidP="003447AB">
            <w:r w:rsidRPr="0011540D">
              <w:t>K_W08</w:t>
            </w:r>
          </w:p>
          <w:p w14:paraId="303C5C88" w14:textId="77777777" w:rsidR="003447AB" w:rsidRPr="0011540D" w:rsidRDefault="003447AB" w:rsidP="003447AB">
            <w:pPr>
              <w:rPr>
                <w:rFonts w:ascii="Corbel" w:hAnsi="Corbel"/>
                <w:b/>
                <w:smallCaps/>
                <w:szCs w:val="24"/>
              </w:rPr>
            </w:pPr>
          </w:p>
          <w:p w14:paraId="16B688C1" w14:textId="77777777" w:rsidR="003447AB" w:rsidRPr="0011540D" w:rsidRDefault="003447AB" w:rsidP="003447AB">
            <w:r w:rsidRPr="0011540D">
              <w:t>K_U04</w:t>
            </w:r>
          </w:p>
          <w:p w14:paraId="73A90231" w14:textId="77777777" w:rsidR="003447AB" w:rsidRPr="0011540D" w:rsidRDefault="003447AB" w:rsidP="003447AB"/>
          <w:p w14:paraId="35C606D7" w14:textId="77777777" w:rsidR="003447AB" w:rsidRPr="0011540D" w:rsidRDefault="00B92A6B" w:rsidP="003447AB">
            <w:r w:rsidRPr="0011540D">
              <w:t>K_U09</w:t>
            </w:r>
          </w:p>
          <w:p w14:paraId="09013575" w14:textId="77777777" w:rsidR="00B92A6B" w:rsidRPr="0011540D" w:rsidRDefault="00B92A6B" w:rsidP="003447AB"/>
          <w:p w14:paraId="0E6C8AB2" w14:textId="77777777" w:rsidR="003447AB" w:rsidRPr="0011540D" w:rsidRDefault="003447AB" w:rsidP="003447AB">
            <w:r w:rsidRPr="0011540D">
              <w:t>K_U13</w:t>
            </w:r>
          </w:p>
          <w:p w14:paraId="75118330" w14:textId="77777777" w:rsidR="009D4EE0" w:rsidRPr="0011540D" w:rsidRDefault="009D4EE0" w:rsidP="003447AB"/>
          <w:p w14:paraId="3BE2AEF1" w14:textId="77777777" w:rsidR="009D4EE0" w:rsidRPr="0011540D" w:rsidRDefault="009D4EE0" w:rsidP="003447AB">
            <w:r w:rsidRPr="0011540D">
              <w:t>K_K07</w:t>
            </w:r>
          </w:p>
          <w:p w14:paraId="025E199D" w14:textId="77777777" w:rsidR="003447AB" w:rsidRPr="0011540D" w:rsidRDefault="003447AB" w:rsidP="003447AB"/>
          <w:p w14:paraId="6F094924" w14:textId="77777777" w:rsidR="003447AB" w:rsidRPr="0011540D" w:rsidRDefault="003447AB" w:rsidP="003447AB">
            <w:r w:rsidRPr="0011540D">
              <w:t>K_K10</w:t>
            </w:r>
          </w:p>
          <w:p w14:paraId="5247D142" w14:textId="77777777" w:rsidR="007B571C" w:rsidRPr="0011540D" w:rsidRDefault="007B571C" w:rsidP="00070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F8EF838" w14:textId="77777777" w:rsidR="00841E36" w:rsidRPr="009C54AE" w:rsidRDefault="00841E36" w:rsidP="007B57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D567B8" w14:textId="77777777" w:rsidR="007B571C" w:rsidRPr="009C54AE" w:rsidRDefault="007B571C" w:rsidP="007B571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7F8BC7C" w14:textId="77777777" w:rsidR="007B571C" w:rsidRPr="009C54AE" w:rsidRDefault="007B571C" w:rsidP="007B571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C63B531" w14:textId="77777777" w:rsidR="007B571C" w:rsidRPr="009C54AE" w:rsidRDefault="007B571C" w:rsidP="007B571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B571C" w:rsidRPr="009C54AE" w14:paraId="2291706B" w14:textId="77777777" w:rsidTr="00070D0E">
        <w:tc>
          <w:tcPr>
            <w:tcW w:w="9639" w:type="dxa"/>
          </w:tcPr>
          <w:p w14:paraId="782AF1F6" w14:textId="77777777" w:rsidR="007B571C" w:rsidRPr="009C54AE" w:rsidRDefault="007B571C" w:rsidP="00070D0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B571C" w:rsidRPr="009C54AE" w14:paraId="4C1426D9" w14:textId="77777777" w:rsidTr="00070D0E">
        <w:tc>
          <w:tcPr>
            <w:tcW w:w="9639" w:type="dxa"/>
          </w:tcPr>
          <w:p w14:paraId="40926AB3" w14:textId="77777777" w:rsidR="007B571C" w:rsidRPr="00601BFB" w:rsidRDefault="007B571C" w:rsidP="00070D0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C233A29" w14:textId="77777777" w:rsidR="007B571C" w:rsidRPr="009C54AE" w:rsidRDefault="007B571C" w:rsidP="007B571C">
      <w:pPr>
        <w:spacing w:after="0" w:line="240" w:lineRule="auto"/>
        <w:rPr>
          <w:rFonts w:ascii="Corbel" w:hAnsi="Corbel"/>
          <w:sz w:val="24"/>
          <w:szCs w:val="24"/>
        </w:rPr>
      </w:pPr>
    </w:p>
    <w:p w14:paraId="2E7AFCE1" w14:textId="77777777" w:rsidR="007B571C" w:rsidRPr="009C54AE" w:rsidRDefault="007B571C" w:rsidP="007B571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F44103E" w14:textId="77777777" w:rsidR="007B571C" w:rsidRPr="009C54AE" w:rsidRDefault="007B571C" w:rsidP="007B571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B571C" w:rsidRPr="009C54AE" w14:paraId="149C698B" w14:textId="77777777" w:rsidTr="00070D0E">
        <w:tc>
          <w:tcPr>
            <w:tcW w:w="9639" w:type="dxa"/>
          </w:tcPr>
          <w:p w14:paraId="312FDF75" w14:textId="77777777" w:rsidR="007B571C" w:rsidRPr="009C54AE" w:rsidRDefault="007B571C" w:rsidP="00070D0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7B571C" w:rsidRPr="009C54AE" w14:paraId="6F8140D8" w14:textId="77777777" w:rsidTr="00070D0E">
        <w:tc>
          <w:tcPr>
            <w:tcW w:w="9639" w:type="dxa"/>
          </w:tcPr>
          <w:p w14:paraId="4F89AB66" w14:textId="77777777" w:rsidR="007B571C" w:rsidRPr="0043320F" w:rsidRDefault="008E4447" w:rsidP="008E4447">
            <w:pPr>
              <w:pStyle w:val="Akapitzlist"/>
              <w:spacing w:after="0" w:line="240" w:lineRule="auto"/>
              <w:ind w:left="35" w:hanging="35"/>
              <w:jc w:val="both"/>
              <w:rPr>
                <w:sz w:val="20"/>
                <w:szCs w:val="20"/>
              </w:rPr>
            </w:pPr>
            <w:r w:rsidRPr="0043320F">
              <w:rPr>
                <w:sz w:val="20"/>
                <w:szCs w:val="20"/>
              </w:rPr>
              <w:t xml:space="preserve">1.Podstawowe zagadnienia z psychopatologii ogólnej  </w:t>
            </w:r>
          </w:p>
        </w:tc>
      </w:tr>
      <w:tr w:rsidR="007B571C" w:rsidRPr="009C54AE" w14:paraId="6AF89034" w14:textId="77777777" w:rsidTr="00070D0E">
        <w:tc>
          <w:tcPr>
            <w:tcW w:w="9639" w:type="dxa"/>
          </w:tcPr>
          <w:p w14:paraId="4CA181AC" w14:textId="77777777" w:rsidR="007B571C" w:rsidRPr="0043320F" w:rsidRDefault="008E4447" w:rsidP="008E4447">
            <w:pPr>
              <w:pStyle w:val="Akapitzlist"/>
              <w:spacing w:after="0" w:line="240" w:lineRule="auto"/>
              <w:ind w:left="0"/>
              <w:rPr>
                <w:sz w:val="20"/>
                <w:szCs w:val="20"/>
              </w:rPr>
            </w:pPr>
            <w:r w:rsidRPr="0043320F">
              <w:rPr>
                <w:sz w:val="20"/>
                <w:szCs w:val="20"/>
              </w:rPr>
              <w:t xml:space="preserve">Objawy zaburzeń psychicznych : zaburzenia procesów poznawczych , zaburzenia spostrzegania, myślenia pamięci, uwagi, procesów emocjonalnych , psychomotorycznych ( ilościowe i jakościowe </w:t>
            </w:r>
          </w:p>
        </w:tc>
      </w:tr>
      <w:tr w:rsidR="007B571C" w:rsidRPr="009C54AE" w14:paraId="74B276A3" w14:textId="77777777" w:rsidTr="00070D0E">
        <w:tc>
          <w:tcPr>
            <w:tcW w:w="9639" w:type="dxa"/>
          </w:tcPr>
          <w:p w14:paraId="5CC10A3C" w14:textId="77777777" w:rsidR="007B571C" w:rsidRPr="0043320F" w:rsidRDefault="008E4447" w:rsidP="008E4447">
            <w:pPr>
              <w:pStyle w:val="Akapitzlist"/>
              <w:spacing w:after="0" w:line="240" w:lineRule="auto"/>
              <w:ind w:left="0"/>
              <w:rPr>
                <w:sz w:val="20"/>
                <w:szCs w:val="20"/>
              </w:rPr>
            </w:pPr>
            <w:r w:rsidRPr="0043320F">
              <w:rPr>
                <w:sz w:val="20"/>
                <w:szCs w:val="20"/>
              </w:rPr>
              <w:t xml:space="preserve">2. Zespoły zaburzeń psychicznych </w:t>
            </w:r>
          </w:p>
        </w:tc>
      </w:tr>
      <w:tr w:rsidR="007B571C" w:rsidRPr="009C54AE" w14:paraId="6E5FD960" w14:textId="77777777" w:rsidTr="00070D0E">
        <w:tc>
          <w:tcPr>
            <w:tcW w:w="9639" w:type="dxa"/>
          </w:tcPr>
          <w:p w14:paraId="7D7E390E" w14:textId="77777777" w:rsidR="007B571C" w:rsidRPr="0043320F" w:rsidRDefault="00DA3B0E" w:rsidP="008E4447">
            <w:pPr>
              <w:pStyle w:val="Akapitzlist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43320F">
              <w:rPr>
                <w:sz w:val="20"/>
                <w:szCs w:val="20"/>
              </w:rPr>
              <w:t>3.</w:t>
            </w:r>
            <w:r w:rsidR="008E4447" w:rsidRPr="0043320F">
              <w:rPr>
                <w:sz w:val="20"/>
                <w:szCs w:val="20"/>
              </w:rPr>
              <w:t xml:space="preserve">Zaburzenia na tle organicznym, Niepełnosprawność intelektualna, Zespół otępienny , Zespół zaburzeń afektywnych , Zespół paranoidalny, parafreniczny. Zespoły reaktywne psychotyczne ,Zespoły nerwicowe, Zespoły nerwicowe, </w:t>
            </w:r>
            <w:r w:rsidRPr="0043320F">
              <w:rPr>
                <w:sz w:val="20"/>
                <w:szCs w:val="20"/>
              </w:rPr>
              <w:t xml:space="preserve">lękowe Stres i reakcja na stres, psychosomatyka, Zaburzenia osobowości </w:t>
            </w:r>
            <w:r w:rsidR="008E4447" w:rsidRPr="0043320F">
              <w:rPr>
                <w:sz w:val="20"/>
                <w:szCs w:val="20"/>
              </w:rPr>
              <w:t xml:space="preserve">  </w:t>
            </w:r>
          </w:p>
        </w:tc>
      </w:tr>
      <w:tr w:rsidR="007B571C" w:rsidRPr="009C54AE" w14:paraId="56483EBD" w14:textId="77777777" w:rsidTr="00070D0E">
        <w:tc>
          <w:tcPr>
            <w:tcW w:w="9639" w:type="dxa"/>
          </w:tcPr>
          <w:p w14:paraId="6E232B7D" w14:textId="77777777" w:rsidR="007B571C" w:rsidRPr="003447AB" w:rsidRDefault="007B571C" w:rsidP="00070D0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C9BBAE5" w14:textId="77777777" w:rsidR="007B571C" w:rsidRPr="009C54AE" w:rsidRDefault="007B571C" w:rsidP="007B57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5D9BAF" w14:textId="77777777" w:rsidR="007B571C" w:rsidRPr="009C54AE" w:rsidRDefault="007B571C" w:rsidP="007B571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B2A8721" w14:textId="77777777" w:rsidR="007B571C" w:rsidRPr="009C54AE" w:rsidRDefault="007B571C" w:rsidP="007B57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8ECEE2" w14:textId="77777777" w:rsidR="007B571C" w:rsidRPr="005774E0" w:rsidRDefault="005774E0" w:rsidP="007B571C">
      <w:pPr>
        <w:pStyle w:val="Punktygwne"/>
        <w:tabs>
          <w:tab w:val="left" w:pos="284"/>
        </w:tabs>
        <w:spacing w:before="0" w:after="0"/>
        <w:rPr>
          <w:b w:val="0"/>
          <w:bCs/>
          <w:smallCaps w:val="0"/>
          <w:szCs w:val="24"/>
        </w:rPr>
      </w:pPr>
      <w:r w:rsidRPr="005774E0">
        <w:rPr>
          <w:b w:val="0"/>
          <w:bCs/>
          <w:smallCaps w:val="0"/>
          <w:szCs w:val="24"/>
        </w:rPr>
        <w:t>Analiza teksów z dyskusją</w:t>
      </w:r>
      <w:r>
        <w:rPr>
          <w:b w:val="0"/>
          <w:bCs/>
          <w:smallCaps w:val="0"/>
          <w:szCs w:val="24"/>
        </w:rPr>
        <w:t>, praca w grupach (rozwiązywanie zadań, dyskusja), metody kształcenia na odległość</w:t>
      </w:r>
    </w:p>
    <w:p w14:paraId="26A3A266" w14:textId="77777777" w:rsidR="007B571C" w:rsidRDefault="007B571C" w:rsidP="007B571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99E4EA" w14:textId="77777777" w:rsidR="007B571C" w:rsidRDefault="007B571C" w:rsidP="007B571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EFD840" w14:textId="77777777" w:rsidR="007B571C" w:rsidRPr="009C54AE" w:rsidRDefault="007B571C" w:rsidP="007B571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C47D0D0" w14:textId="77777777" w:rsidR="007B571C" w:rsidRPr="009C54AE" w:rsidRDefault="007B571C" w:rsidP="007B571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2292ED" w14:textId="77777777" w:rsidR="007B571C" w:rsidRPr="009C54AE" w:rsidRDefault="007B571C" w:rsidP="007B571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B6B865B" w14:textId="77777777" w:rsidR="007B571C" w:rsidRPr="009C54AE" w:rsidRDefault="007B571C" w:rsidP="007B57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7B571C" w:rsidRPr="009C54AE" w14:paraId="705BED64" w14:textId="77777777" w:rsidTr="00070D0E">
        <w:tc>
          <w:tcPr>
            <w:tcW w:w="1985" w:type="dxa"/>
            <w:vAlign w:val="center"/>
          </w:tcPr>
          <w:p w14:paraId="670E3F5A" w14:textId="77777777" w:rsidR="007B571C" w:rsidRPr="009C54AE" w:rsidRDefault="007B571C" w:rsidP="0007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8A147EC" w14:textId="77777777" w:rsidR="007B571C" w:rsidRPr="009C54AE" w:rsidRDefault="007B571C" w:rsidP="0007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E50F59C" w14:textId="77777777" w:rsidR="007B571C" w:rsidRPr="009C54AE" w:rsidRDefault="007B571C" w:rsidP="0007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2EB4973" w14:textId="77777777" w:rsidR="007B571C" w:rsidRPr="009C54AE" w:rsidRDefault="007B571C" w:rsidP="0007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76D8A34" w14:textId="77777777" w:rsidR="007B571C" w:rsidRPr="009C54AE" w:rsidRDefault="007B571C" w:rsidP="0007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B571C" w:rsidRPr="009C54AE" w14:paraId="3DD5B88D" w14:textId="77777777" w:rsidTr="00070D0E">
        <w:tc>
          <w:tcPr>
            <w:tcW w:w="1985" w:type="dxa"/>
          </w:tcPr>
          <w:p w14:paraId="11AF02E0" w14:textId="77777777" w:rsidR="007B571C" w:rsidRPr="0043320F" w:rsidRDefault="007B571C" w:rsidP="00070D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3320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3320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20E146F" w14:textId="77777777" w:rsidR="007B571C" w:rsidRPr="009C54AE" w:rsidRDefault="003447AB" w:rsidP="00070D0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71329D9E" w14:textId="77777777" w:rsidR="007B571C" w:rsidRPr="009C54AE" w:rsidRDefault="003447AB" w:rsidP="00070D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B571C" w:rsidRPr="009C54AE" w14:paraId="49606644" w14:textId="77777777" w:rsidTr="00070D0E">
        <w:tc>
          <w:tcPr>
            <w:tcW w:w="1985" w:type="dxa"/>
          </w:tcPr>
          <w:p w14:paraId="4B15D742" w14:textId="77777777" w:rsidR="007B571C" w:rsidRPr="0011540D" w:rsidRDefault="007B571C" w:rsidP="00385A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1540D">
              <w:rPr>
                <w:rFonts w:ascii="Corbel" w:hAnsi="Corbel"/>
                <w:b w:val="0"/>
                <w:szCs w:val="24"/>
              </w:rPr>
              <w:t xml:space="preserve">Ek_ </w:t>
            </w:r>
            <w:r w:rsidR="000D20AF" w:rsidRPr="0011540D">
              <w:rPr>
                <w:rFonts w:ascii="Corbel" w:hAnsi="Corbel"/>
                <w:b w:val="0"/>
                <w:szCs w:val="24"/>
              </w:rPr>
              <w:t>02-0</w:t>
            </w:r>
            <w:r w:rsidR="0011540D" w:rsidRPr="0011540D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14:paraId="1FEFD73F" w14:textId="77777777" w:rsidR="007B571C" w:rsidRPr="009C54AE" w:rsidRDefault="003447AB" w:rsidP="00070D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F213E50" w14:textId="77777777" w:rsidR="007B571C" w:rsidRPr="009C54AE" w:rsidRDefault="003447AB" w:rsidP="00070D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12402B6D" w14:textId="77777777" w:rsidR="007B571C" w:rsidRPr="009C54AE" w:rsidRDefault="007B571C" w:rsidP="007B57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CEBD94" w14:textId="77777777" w:rsidR="007B571C" w:rsidRPr="009C54AE" w:rsidRDefault="007B571C" w:rsidP="007B571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04BAD76" w14:textId="77777777" w:rsidR="007B571C" w:rsidRPr="009C54AE" w:rsidRDefault="007B571C" w:rsidP="007B571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B571C" w:rsidRPr="009C54AE" w14:paraId="35BC462B" w14:textId="77777777" w:rsidTr="00070D0E">
        <w:tc>
          <w:tcPr>
            <w:tcW w:w="9670" w:type="dxa"/>
          </w:tcPr>
          <w:p w14:paraId="424A416A" w14:textId="77777777" w:rsidR="007B571C" w:rsidRPr="009C54AE" w:rsidRDefault="00251B7C" w:rsidP="00BF1F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Obecność na 80% zajęć, aktywność w czasie </w:t>
            </w:r>
            <w:r w:rsidR="008C2A13">
              <w:rPr>
                <w:rFonts w:ascii="Corbel" w:hAnsi="Corbel"/>
                <w:b w:val="0"/>
                <w:smallCaps w:val="0"/>
                <w:szCs w:val="24"/>
              </w:rPr>
              <w:t>zajęć, zaliczenie kolokwium</w:t>
            </w:r>
          </w:p>
        </w:tc>
      </w:tr>
    </w:tbl>
    <w:p w14:paraId="12DC9E1D" w14:textId="77777777" w:rsidR="007B571C" w:rsidRPr="009C54AE" w:rsidRDefault="007B571C" w:rsidP="007B57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AA84BE" w14:textId="77777777" w:rsidR="007B571C" w:rsidRPr="009C54AE" w:rsidRDefault="007B571C" w:rsidP="007B571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CB34E6F" w14:textId="77777777" w:rsidR="007B571C" w:rsidRPr="009C54AE" w:rsidRDefault="007B571C" w:rsidP="007B57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7B571C" w:rsidRPr="009C54AE" w14:paraId="364CEA66" w14:textId="77777777" w:rsidTr="00070D0E">
        <w:tc>
          <w:tcPr>
            <w:tcW w:w="4962" w:type="dxa"/>
            <w:vAlign w:val="center"/>
          </w:tcPr>
          <w:p w14:paraId="55D4B0E5" w14:textId="77777777" w:rsidR="007B571C" w:rsidRPr="009C54AE" w:rsidRDefault="007B571C" w:rsidP="00070D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B932059" w14:textId="77777777" w:rsidR="007B571C" w:rsidRPr="009C54AE" w:rsidRDefault="007B571C" w:rsidP="00070D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B571C" w:rsidRPr="009C54AE" w14:paraId="0EE9536E" w14:textId="77777777" w:rsidTr="00070D0E">
        <w:tc>
          <w:tcPr>
            <w:tcW w:w="4962" w:type="dxa"/>
          </w:tcPr>
          <w:p w14:paraId="3FC90C64" w14:textId="77777777" w:rsidR="007B571C" w:rsidRPr="009C54AE" w:rsidRDefault="007B571C" w:rsidP="00070D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EED4128" w14:textId="77777777" w:rsidR="007B571C" w:rsidRPr="0043320F" w:rsidRDefault="00CC0A0A" w:rsidP="00385A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320F">
              <w:rPr>
                <w:rFonts w:ascii="Corbel" w:hAnsi="Corbel"/>
                <w:sz w:val="24"/>
                <w:szCs w:val="24"/>
              </w:rPr>
              <w:t>1</w:t>
            </w:r>
            <w:r w:rsidR="00385A3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B571C" w:rsidRPr="009C54AE" w14:paraId="43E9401A" w14:textId="77777777" w:rsidTr="00070D0E">
        <w:tc>
          <w:tcPr>
            <w:tcW w:w="4962" w:type="dxa"/>
          </w:tcPr>
          <w:p w14:paraId="283269C5" w14:textId="77777777" w:rsidR="007B571C" w:rsidRPr="009C54AE" w:rsidRDefault="007B571C" w:rsidP="00070D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1076FF" w14:textId="77777777" w:rsidR="007B571C" w:rsidRPr="009C54AE" w:rsidRDefault="007B571C" w:rsidP="00070D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FB1D29A" w14:textId="77777777" w:rsidR="007B571C" w:rsidRPr="0043320F" w:rsidRDefault="00094A50" w:rsidP="00070D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320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B571C" w:rsidRPr="009C54AE" w14:paraId="7C8A1AC0" w14:textId="77777777" w:rsidTr="00070D0E">
        <w:tc>
          <w:tcPr>
            <w:tcW w:w="4962" w:type="dxa"/>
          </w:tcPr>
          <w:p w14:paraId="664CFD56" w14:textId="77777777" w:rsidR="007B571C" w:rsidRPr="009C54AE" w:rsidRDefault="007B571C" w:rsidP="00070D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29FA88E" w14:textId="77777777" w:rsidR="007B571C" w:rsidRPr="009C54AE" w:rsidRDefault="007B571C" w:rsidP="00070D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2122109" w14:textId="77777777" w:rsidR="007B571C" w:rsidRPr="0043320F" w:rsidRDefault="00094A50" w:rsidP="00385A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320F">
              <w:rPr>
                <w:rFonts w:ascii="Corbel" w:hAnsi="Corbel"/>
                <w:sz w:val="24"/>
                <w:szCs w:val="24"/>
              </w:rPr>
              <w:t>8</w:t>
            </w:r>
            <w:r w:rsidR="00385A3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7B571C" w:rsidRPr="009C54AE" w14:paraId="0597A23C" w14:textId="77777777" w:rsidTr="00070D0E">
        <w:tc>
          <w:tcPr>
            <w:tcW w:w="4962" w:type="dxa"/>
          </w:tcPr>
          <w:p w14:paraId="593138B3" w14:textId="77777777" w:rsidR="007B571C" w:rsidRPr="009C54AE" w:rsidRDefault="007B571C" w:rsidP="00070D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0591C18" w14:textId="77777777" w:rsidR="007B571C" w:rsidRPr="0043320F" w:rsidRDefault="00094A50" w:rsidP="00070D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320F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7B571C" w:rsidRPr="009C54AE" w14:paraId="6B7B6654" w14:textId="77777777" w:rsidTr="00070D0E">
        <w:tc>
          <w:tcPr>
            <w:tcW w:w="4962" w:type="dxa"/>
          </w:tcPr>
          <w:p w14:paraId="25377F49" w14:textId="77777777" w:rsidR="007B571C" w:rsidRPr="009C54AE" w:rsidRDefault="007B571C" w:rsidP="00070D0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D1AE2CB" w14:textId="77777777" w:rsidR="007B571C" w:rsidRPr="0043320F" w:rsidRDefault="00094A50" w:rsidP="00070D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320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8118386" w14:textId="77777777" w:rsidR="007B571C" w:rsidRPr="009C54AE" w:rsidRDefault="007B571C" w:rsidP="007B571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2EF91CE" w14:textId="77777777" w:rsidR="007B571C" w:rsidRPr="009C54AE" w:rsidRDefault="007B571C" w:rsidP="007B57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B97BDA" w14:textId="77777777" w:rsidR="007B571C" w:rsidRPr="009C54AE" w:rsidRDefault="007B571C" w:rsidP="007B571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5D1493E" w14:textId="77777777" w:rsidR="007B571C" w:rsidRPr="009C54AE" w:rsidRDefault="007B571C" w:rsidP="007B571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B571C" w:rsidRPr="009C54AE" w14:paraId="78B1F128" w14:textId="77777777" w:rsidTr="00070D0E">
        <w:trPr>
          <w:trHeight w:val="397"/>
        </w:trPr>
        <w:tc>
          <w:tcPr>
            <w:tcW w:w="3544" w:type="dxa"/>
          </w:tcPr>
          <w:p w14:paraId="68F38A57" w14:textId="77777777" w:rsidR="007B571C" w:rsidRPr="009C54AE" w:rsidRDefault="007B571C" w:rsidP="00070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620F1BFF" w14:textId="77777777" w:rsidR="007B571C" w:rsidRPr="009C54AE" w:rsidRDefault="007B571C" w:rsidP="00070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7B571C" w:rsidRPr="009C54AE" w14:paraId="1C2B9894" w14:textId="77777777" w:rsidTr="00070D0E">
        <w:trPr>
          <w:trHeight w:val="397"/>
        </w:trPr>
        <w:tc>
          <w:tcPr>
            <w:tcW w:w="3544" w:type="dxa"/>
          </w:tcPr>
          <w:p w14:paraId="5D7D7E78" w14:textId="77777777" w:rsidR="007B571C" w:rsidRPr="009C54AE" w:rsidRDefault="007B571C" w:rsidP="00070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269B403" w14:textId="77777777" w:rsidR="007B571C" w:rsidRPr="009C54AE" w:rsidRDefault="007B571C" w:rsidP="00070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F89362A" w14:textId="77777777" w:rsidR="007B571C" w:rsidRPr="009C54AE" w:rsidRDefault="007B571C" w:rsidP="007B57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EFBF46" w14:textId="77777777" w:rsidR="007B571C" w:rsidRPr="009C54AE" w:rsidRDefault="007B571C" w:rsidP="007B571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5189CE59" w14:textId="77777777" w:rsidR="007B571C" w:rsidRPr="009C54AE" w:rsidRDefault="007B571C" w:rsidP="007B571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7B571C" w:rsidRPr="009C54AE" w14:paraId="699C1DCF" w14:textId="77777777" w:rsidTr="004C5AAF">
        <w:trPr>
          <w:trHeight w:val="397"/>
        </w:trPr>
        <w:tc>
          <w:tcPr>
            <w:tcW w:w="8931" w:type="dxa"/>
          </w:tcPr>
          <w:p w14:paraId="2EBE1815" w14:textId="77777777" w:rsidR="000D20AF" w:rsidRDefault="007B571C" w:rsidP="00070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0D20A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DAE98BF" w14:textId="77777777" w:rsidR="007B571C" w:rsidRDefault="000D20AF" w:rsidP="00070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Martin E.,P.,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Seligman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8238F">
              <w:rPr>
                <w:rFonts w:ascii="Corbel" w:hAnsi="Corbel"/>
                <w:b w:val="0"/>
                <w:smallCaps w:val="0"/>
                <w:szCs w:val="24"/>
              </w:rPr>
              <w:t xml:space="preserve">M., E., P., Walker E., F., </w:t>
            </w:r>
            <w:proofErr w:type="spellStart"/>
            <w:r w:rsidR="0078238F">
              <w:rPr>
                <w:rFonts w:ascii="Corbel" w:hAnsi="Corbel"/>
                <w:b w:val="0"/>
                <w:smallCaps w:val="0"/>
                <w:szCs w:val="24"/>
              </w:rPr>
              <w:t>Rosenhan</w:t>
            </w:r>
            <w:proofErr w:type="spellEnd"/>
            <w:r w:rsidR="0078238F">
              <w:rPr>
                <w:rFonts w:ascii="Corbel" w:hAnsi="Corbel"/>
                <w:b w:val="0"/>
                <w:smallCaps w:val="0"/>
                <w:szCs w:val="24"/>
              </w:rPr>
              <w:t xml:space="preserve"> D., L.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Psychopatologia. Zyski S-ka Wydawnictwo, Poznań </w:t>
            </w:r>
            <w:r w:rsidR="0078238F">
              <w:rPr>
                <w:rFonts w:ascii="Corbel" w:hAnsi="Corbel"/>
                <w:b w:val="0"/>
                <w:smallCaps w:val="0"/>
                <w:szCs w:val="24"/>
              </w:rPr>
              <w:t>2018</w:t>
            </w:r>
          </w:p>
          <w:p w14:paraId="3E26BD4A" w14:textId="77777777" w:rsidR="001128E0" w:rsidRDefault="001128E0" w:rsidP="00070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Pasternak J., Perenc L.,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Radochoński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 Podstawy psychopatologii dla pedagogów. Wydawnictwo Uniwersytetu Rzeszowskiego, Rzeszów, 2017</w:t>
            </w:r>
          </w:p>
          <w:p w14:paraId="6F389AEB" w14:textId="77777777" w:rsidR="000D20AF" w:rsidRPr="009C54AE" w:rsidRDefault="000D20AF" w:rsidP="00070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Lipczyński A.(2019) Psychopatologia dla studentów pracy socjalnej (nośnik elektroniczny ) </w:t>
            </w:r>
          </w:p>
        </w:tc>
      </w:tr>
      <w:tr w:rsidR="007B571C" w:rsidRPr="009C54AE" w14:paraId="76A066D8" w14:textId="77777777" w:rsidTr="004C5AAF">
        <w:trPr>
          <w:trHeight w:val="397"/>
        </w:trPr>
        <w:tc>
          <w:tcPr>
            <w:tcW w:w="8931" w:type="dxa"/>
          </w:tcPr>
          <w:p w14:paraId="25307288" w14:textId="77777777" w:rsidR="007B571C" w:rsidRDefault="007B571C" w:rsidP="00070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EA68733" w14:textId="77777777" w:rsidR="001128E0" w:rsidRDefault="001128E0" w:rsidP="00070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Marcelli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D. Psychopatologia wieku dziecięcego.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Elsevier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Urban, Wrocław 2013</w:t>
            </w:r>
          </w:p>
          <w:p w14:paraId="659D876B" w14:textId="77777777" w:rsidR="00731072" w:rsidRDefault="00731072" w:rsidP="00070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Cierpiałkowska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L. Psychopatologia. Wydawnictwo Naukowe SCHOLAR, Warszawa 2015</w:t>
            </w:r>
          </w:p>
          <w:p w14:paraId="6760F02E" w14:textId="77777777" w:rsidR="0001125E" w:rsidRDefault="0001125E" w:rsidP="00070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Radziwiłowicz W.,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Sumiła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 Psychopatologia okresu dorastania. Oficyna Wydawnicza „Impuls”, Kraków, 2006</w:t>
            </w:r>
          </w:p>
          <w:p w14:paraId="0CEB0C86" w14:textId="77777777" w:rsidR="001128E0" w:rsidRDefault="0001125E" w:rsidP="0001125E">
            <w:pPr>
              <w:pStyle w:val="Punktygwne"/>
              <w:spacing w:before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Stirling J.S., </w:t>
            </w:r>
            <w:proofErr w:type="spellStart"/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Hellewell</w:t>
            </w:r>
            <w:proofErr w:type="spellEnd"/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J.S.E. Psychopatologia, Gdańskie Wydawnictwo Psychologiczne, Gdańsk, 2005</w:t>
            </w:r>
          </w:p>
          <w:p w14:paraId="304C352A" w14:textId="77777777" w:rsidR="0001125E" w:rsidRPr="001128E0" w:rsidRDefault="0001125E" w:rsidP="0001125E">
            <w:pPr>
              <w:pStyle w:val="Punktygwne"/>
              <w:spacing w:before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Radochoński</w:t>
            </w:r>
            <w:proofErr w:type="spellEnd"/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M. Osobowość antyspołeczna. Wydawnictwo U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niwersytetu </w:t>
            </w:r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zeszowskiego</w:t>
            </w:r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Rzeszów 2009</w:t>
            </w:r>
          </w:p>
        </w:tc>
      </w:tr>
    </w:tbl>
    <w:p w14:paraId="02965D77" w14:textId="77777777" w:rsidR="007B571C" w:rsidRPr="009C54AE" w:rsidRDefault="007B571C" w:rsidP="007B57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8C4E68" w14:textId="77777777" w:rsidR="007B571C" w:rsidRPr="009C54AE" w:rsidRDefault="007B571C" w:rsidP="007B57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A8E41E" w14:textId="77777777" w:rsidR="007B571C" w:rsidRPr="009C54AE" w:rsidRDefault="007B571C" w:rsidP="007B571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C4438CC" w14:textId="77777777" w:rsidR="0085747A" w:rsidRPr="007B571C" w:rsidRDefault="0085747A" w:rsidP="007B571C">
      <w:pPr>
        <w:rPr>
          <w:szCs w:val="24"/>
        </w:rPr>
      </w:pPr>
    </w:p>
    <w:sectPr w:rsidR="0085747A" w:rsidRPr="007B571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82FFA" w14:textId="77777777" w:rsidR="00C822AA" w:rsidRDefault="00C822AA" w:rsidP="00C16ABF">
      <w:pPr>
        <w:spacing w:after="0" w:line="240" w:lineRule="auto"/>
      </w:pPr>
      <w:r>
        <w:separator/>
      </w:r>
    </w:p>
  </w:endnote>
  <w:endnote w:type="continuationSeparator" w:id="0">
    <w:p w14:paraId="353486EF" w14:textId="77777777" w:rsidR="00C822AA" w:rsidRDefault="00C822A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CB5E5" w14:textId="77777777" w:rsidR="00C822AA" w:rsidRDefault="00C822AA" w:rsidP="00C16ABF">
      <w:pPr>
        <w:spacing w:after="0" w:line="240" w:lineRule="auto"/>
      </w:pPr>
      <w:r>
        <w:separator/>
      </w:r>
    </w:p>
  </w:footnote>
  <w:footnote w:type="continuationSeparator" w:id="0">
    <w:p w14:paraId="75D7D739" w14:textId="77777777" w:rsidR="00C822AA" w:rsidRDefault="00C822AA" w:rsidP="00C16ABF">
      <w:pPr>
        <w:spacing w:after="0" w:line="240" w:lineRule="auto"/>
      </w:pPr>
      <w:r>
        <w:continuationSeparator/>
      </w:r>
    </w:p>
  </w:footnote>
  <w:footnote w:id="1">
    <w:p w14:paraId="427DBEED" w14:textId="77777777" w:rsidR="007B571C" w:rsidRDefault="007B571C" w:rsidP="007B571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E62C3"/>
    <w:multiLevelType w:val="hybridMultilevel"/>
    <w:tmpl w:val="3DCC30CC"/>
    <w:lvl w:ilvl="0" w:tplc="6F765DD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BB05E5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BBE305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7267EF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03ED06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F22107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2E069F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294384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318E47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180A738C"/>
    <w:multiLevelType w:val="hybridMultilevel"/>
    <w:tmpl w:val="35988D52"/>
    <w:lvl w:ilvl="0" w:tplc="2D4E510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8A6A44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2DE1CF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CAA434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BB2293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F6AA03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4BCE06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3CA6E8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8B4EF0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61849C9"/>
    <w:multiLevelType w:val="hybridMultilevel"/>
    <w:tmpl w:val="BDB8F14A"/>
    <w:lvl w:ilvl="0" w:tplc="416AFD8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3D2940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4CE11C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922EED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27E82B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B34AF8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45C5FF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CE4925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0E2968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125E"/>
    <w:rsid w:val="00015B8F"/>
    <w:rsid w:val="00022ECE"/>
    <w:rsid w:val="00042A51"/>
    <w:rsid w:val="00042D2E"/>
    <w:rsid w:val="00044C82"/>
    <w:rsid w:val="00070D0E"/>
    <w:rsid w:val="00070ED6"/>
    <w:rsid w:val="000742DC"/>
    <w:rsid w:val="00084C12"/>
    <w:rsid w:val="0009462C"/>
    <w:rsid w:val="00094A50"/>
    <w:rsid w:val="00094B12"/>
    <w:rsid w:val="00096C46"/>
    <w:rsid w:val="000A296F"/>
    <w:rsid w:val="000A2A28"/>
    <w:rsid w:val="000A3CDF"/>
    <w:rsid w:val="000B192D"/>
    <w:rsid w:val="000B28EE"/>
    <w:rsid w:val="000B3E37"/>
    <w:rsid w:val="000C1438"/>
    <w:rsid w:val="000D04B0"/>
    <w:rsid w:val="000D20AF"/>
    <w:rsid w:val="000D39A0"/>
    <w:rsid w:val="000D7615"/>
    <w:rsid w:val="000F1C57"/>
    <w:rsid w:val="000F5615"/>
    <w:rsid w:val="001077F2"/>
    <w:rsid w:val="001128E0"/>
    <w:rsid w:val="0011540D"/>
    <w:rsid w:val="00124BFF"/>
    <w:rsid w:val="0012560E"/>
    <w:rsid w:val="001257B3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4BAA"/>
    <w:rsid w:val="00192F37"/>
    <w:rsid w:val="001A70D2"/>
    <w:rsid w:val="001B2EE8"/>
    <w:rsid w:val="001D605E"/>
    <w:rsid w:val="001D61E9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1B7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787A"/>
    <w:rsid w:val="003018BA"/>
    <w:rsid w:val="0030395F"/>
    <w:rsid w:val="00305C92"/>
    <w:rsid w:val="003151C5"/>
    <w:rsid w:val="003237BB"/>
    <w:rsid w:val="003343CF"/>
    <w:rsid w:val="003447AB"/>
    <w:rsid w:val="00346FE9"/>
    <w:rsid w:val="0034759A"/>
    <w:rsid w:val="003503F6"/>
    <w:rsid w:val="003530DD"/>
    <w:rsid w:val="00357BCB"/>
    <w:rsid w:val="00363F78"/>
    <w:rsid w:val="00381AB4"/>
    <w:rsid w:val="00385A3B"/>
    <w:rsid w:val="003A0A5B"/>
    <w:rsid w:val="003A1176"/>
    <w:rsid w:val="003A581B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320F"/>
    <w:rsid w:val="004362C6"/>
    <w:rsid w:val="00437FA2"/>
    <w:rsid w:val="00445970"/>
    <w:rsid w:val="00461EFC"/>
    <w:rsid w:val="004652C2"/>
    <w:rsid w:val="004706D1"/>
    <w:rsid w:val="00471326"/>
    <w:rsid w:val="0047598D"/>
    <w:rsid w:val="00480DE5"/>
    <w:rsid w:val="004840FD"/>
    <w:rsid w:val="00490F7D"/>
    <w:rsid w:val="00491678"/>
    <w:rsid w:val="004968E2"/>
    <w:rsid w:val="004A3EEA"/>
    <w:rsid w:val="004A4D1F"/>
    <w:rsid w:val="004C0455"/>
    <w:rsid w:val="004C5AAF"/>
    <w:rsid w:val="004D5282"/>
    <w:rsid w:val="004E70E3"/>
    <w:rsid w:val="004F1551"/>
    <w:rsid w:val="004F55A3"/>
    <w:rsid w:val="004F6A86"/>
    <w:rsid w:val="0050496F"/>
    <w:rsid w:val="00513B6F"/>
    <w:rsid w:val="00517C63"/>
    <w:rsid w:val="005363C4"/>
    <w:rsid w:val="00536BDE"/>
    <w:rsid w:val="00543ACC"/>
    <w:rsid w:val="0056696D"/>
    <w:rsid w:val="005774E0"/>
    <w:rsid w:val="0059484D"/>
    <w:rsid w:val="005A0855"/>
    <w:rsid w:val="005A3196"/>
    <w:rsid w:val="005C080F"/>
    <w:rsid w:val="005C55E5"/>
    <w:rsid w:val="005C696A"/>
    <w:rsid w:val="005D4E7D"/>
    <w:rsid w:val="005E6E85"/>
    <w:rsid w:val="005F31D2"/>
    <w:rsid w:val="00601BFB"/>
    <w:rsid w:val="0061029B"/>
    <w:rsid w:val="00617230"/>
    <w:rsid w:val="00621CE1"/>
    <w:rsid w:val="00627FC9"/>
    <w:rsid w:val="00647FA8"/>
    <w:rsid w:val="00650C5F"/>
    <w:rsid w:val="00654934"/>
    <w:rsid w:val="0065522C"/>
    <w:rsid w:val="006620D9"/>
    <w:rsid w:val="00671958"/>
    <w:rsid w:val="00675843"/>
    <w:rsid w:val="00696477"/>
    <w:rsid w:val="006B17B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F69"/>
    <w:rsid w:val="00731072"/>
    <w:rsid w:val="007327BD"/>
    <w:rsid w:val="00734608"/>
    <w:rsid w:val="0073654E"/>
    <w:rsid w:val="00745302"/>
    <w:rsid w:val="007461D6"/>
    <w:rsid w:val="00746EC8"/>
    <w:rsid w:val="00747ADA"/>
    <w:rsid w:val="00763BF1"/>
    <w:rsid w:val="00766FD4"/>
    <w:rsid w:val="0078168C"/>
    <w:rsid w:val="0078238F"/>
    <w:rsid w:val="00787C2A"/>
    <w:rsid w:val="00790E27"/>
    <w:rsid w:val="007A4022"/>
    <w:rsid w:val="007A6E6E"/>
    <w:rsid w:val="007B571C"/>
    <w:rsid w:val="007C3299"/>
    <w:rsid w:val="007C3BCC"/>
    <w:rsid w:val="007C4546"/>
    <w:rsid w:val="007D060D"/>
    <w:rsid w:val="007D6E56"/>
    <w:rsid w:val="007F4155"/>
    <w:rsid w:val="00801EE8"/>
    <w:rsid w:val="0081554D"/>
    <w:rsid w:val="0081707E"/>
    <w:rsid w:val="0083030E"/>
    <w:rsid w:val="00841E3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2A13"/>
    <w:rsid w:val="008C379D"/>
    <w:rsid w:val="008C5147"/>
    <w:rsid w:val="008C5359"/>
    <w:rsid w:val="008C5363"/>
    <w:rsid w:val="008D3DFB"/>
    <w:rsid w:val="008E4447"/>
    <w:rsid w:val="008E64F4"/>
    <w:rsid w:val="008F12C9"/>
    <w:rsid w:val="008F6E29"/>
    <w:rsid w:val="009118E6"/>
    <w:rsid w:val="0091233A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4EE0"/>
    <w:rsid w:val="009D5993"/>
    <w:rsid w:val="009E0543"/>
    <w:rsid w:val="009E3B41"/>
    <w:rsid w:val="009F3C5C"/>
    <w:rsid w:val="009F4610"/>
    <w:rsid w:val="00A00ECC"/>
    <w:rsid w:val="00A02158"/>
    <w:rsid w:val="00A14A1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54E"/>
    <w:rsid w:val="00AD1146"/>
    <w:rsid w:val="00AD27D3"/>
    <w:rsid w:val="00AD66D6"/>
    <w:rsid w:val="00AE1160"/>
    <w:rsid w:val="00AE203C"/>
    <w:rsid w:val="00AE2E74"/>
    <w:rsid w:val="00AE5FCB"/>
    <w:rsid w:val="00AF2C1E"/>
    <w:rsid w:val="00B01BC3"/>
    <w:rsid w:val="00B06142"/>
    <w:rsid w:val="00B135B1"/>
    <w:rsid w:val="00B3130B"/>
    <w:rsid w:val="00B40ADB"/>
    <w:rsid w:val="00B43B77"/>
    <w:rsid w:val="00B43E80"/>
    <w:rsid w:val="00B50464"/>
    <w:rsid w:val="00B607DB"/>
    <w:rsid w:val="00B66529"/>
    <w:rsid w:val="00B75946"/>
    <w:rsid w:val="00B8056E"/>
    <w:rsid w:val="00B819C8"/>
    <w:rsid w:val="00B82308"/>
    <w:rsid w:val="00B90885"/>
    <w:rsid w:val="00B92A6B"/>
    <w:rsid w:val="00BB520A"/>
    <w:rsid w:val="00BD3869"/>
    <w:rsid w:val="00BD66E9"/>
    <w:rsid w:val="00BD6FF4"/>
    <w:rsid w:val="00BF0EA4"/>
    <w:rsid w:val="00BF1F2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091F"/>
    <w:rsid w:val="00C56036"/>
    <w:rsid w:val="00C61DC5"/>
    <w:rsid w:val="00C67E92"/>
    <w:rsid w:val="00C70A26"/>
    <w:rsid w:val="00C766DF"/>
    <w:rsid w:val="00C822AA"/>
    <w:rsid w:val="00C94B98"/>
    <w:rsid w:val="00CA2B96"/>
    <w:rsid w:val="00CA5089"/>
    <w:rsid w:val="00CC0A0A"/>
    <w:rsid w:val="00CD6897"/>
    <w:rsid w:val="00CE5BAC"/>
    <w:rsid w:val="00CF25BE"/>
    <w:rsid w:val="00CF6991"/>
    <w:rsid w:val="00CF78ED"/>
    <w:rsid w:val="00D02B25"/>
    <w:rsid w:val="00D02EBA"/>
    <w:rsid w:val="00D17C3C"/>
    <w:rsid w:val="00D26B2C"/>
    <w:rsid w:val="00D3469B"/>
    <w:rsid w:val="00D352C9"/>
    <w:rsid w:val="00D425B2"/>
    <w:rsid w:val="00D428D6"/>
    <w:rsid w:val="00D552B2"/>
    <w:rsid w:val="00D608D1"/>
    <w:rsid w:val="00D74119"/>
    <w:rsid w:val="00D8075B"/>
    <w:rsid w:val="00D8678B"/>
    <w:rsid w:val="00D92568"/>
    <w:rsid w:val="00DA2114"/>
    <w:rsid w:val="00DA3B0E"/>
    <w:rsid w:val="00DE09C0"/>
    <w:rsid w:val="00DE2B4C"/>
    <w:rsid w:val="00DE4A14"/>
    <w:rsid w:val="00DF320D"/>
    <w:rsid w:val="00DF71C8"/>
    <w:rsid w:val="00E129B8"/>
    <w:rsid w:val="00E21E7D"/>
    <w:rsid w:val="00E22FBC"/>
    <w:rsid w:val="00E24BF5"/>
    <w:rsid w:val="00E25338"/>
    <w:rsid w:val="00E26BA2"/>
    <w:rsid w:val="00E50723"/>
    <w:rsid w:val="00E51E44"/>
    <w:rsid w:val="00E63348"/>
    <w:rsid w:val="00E742AA"/>
    <w:rsid w:val="00E77E88"/>
    <w:rsid w:val="00E8107D"/>
    <w:rsid w:val="00E95C9D"/>
    <w:rsid w:val="00E960BB"/>
    <w:rsid w:val="00EA2074"/>
    <w:rsid w:val="00EA287F"/>
    <w:rsid w:val="00EA4832"/>
    <w:rsid w:val="00EA4E9D"/>
    <w:rsid w:val="00EB27F6"/>
    <w:rsid w:val="00EC4899"/>
    <w:rsid w:val="00ED03AB"/>
    <w:rsid w:val="00ED32D2"/>
    <w:rsid w:val="00EE32DE"/>
    <w:rsid w:val="00EE5457"/>
    <w:rsid w:val="00F070AB"/>
    <w:rsid w:val="00F17567"/>
    <w:rsid w:val="00F23331"/>
    <w:rsid w:val="00F27A7B"/>
    <w:rsid w:val="00F40FA9"/>
    <w:rsid w:val="00F526AF"/>
    <w:rsid w:val="00F617C3"/>
    <w:rsid w:val="00F70303"/>
    <w:rsid w:val="00F7066B"/>
    <w:rsid w:val="00F73228"/>
    <w:rsid w:val="00F7353C"/>
    <w:rsid w:val="00F83B28"/>
    <w:rsid w:val="00F930F8"/>
    <w:rsid w:val="00F974DA"/>
    <w:rsid w:val="00FA46E5"/>
    <w:rsid w:val="00FB7DBA"/>
    <w:rsid w:val="00FC1C25"/>
    <w:rsid w:val="00FC3F45"/>
    <w:rsid w:val="00FD3FA4"/>
    <w:rsid w:val="00FD503F"/>
    <w:rsid w:val="00FD7589"/>
    <w:rsid w:val="00FE4645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A1176"/>
  <w15:docId w15:val="{D9CC097D-713E-4359-A8F9-6BFEA03E0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Spistreci">
    <w:name w:val="Spis treści_"/>
    <w:link w:val="Spistreci0"/>
    <w:rsid w:val="003447AB"/>
    <w:rPr>
      <w:sz w:val="19"/>
      <w:szCs w:val="19"/>
      <w:shd w:val="clear" w:color="auto" w:fill="FFFFFF"/>
    </w:rPr>
  </w:style>
  <w:style w:type="character" w:customStyle="1" w:styleId="SpistreciPogrubienie">
    <w:name w:val="Spis treści + Pogrubienie"/>
    <w:rsid w:val="003447AB"/>
    <w:rPr>
      <w:b/>
      <w:bCs/>
      <w:sz w:val="19"/>
      <w:szCs w:val="19"/>
      <w:lang w:bidi="ar-SA"/>
    </w:rPr>
  </w:style>
  <w:style w:type="paragraph" w:customStyle="1" w:styleId="Spistreci0">
    <w:name w:val="Spis treści"/>
    <w:basedOn w:val="Normalny"/>
    <w:link w:val="Spistreci"/>
    <w:rsid w:val="003447AB"/>
    <w:pPr>
      <w:shd w:val="clear" w:color="auto" w:fill="FFFFFF"/>
      <w:spacing w:after="0" w:line="235" w:lineRule="exact"/>
      <w:ind w:hanging="560"/>
      <w:jc w:val="both"/>
    </w:pPr>
    <w:rPr>
      <w:rFonts w:ascii="Times New Roman" w:hAnsi="Times New Roman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7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44503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8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4278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7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41220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9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FB3CB0-E828-4C5F-A82D-F1BBABE623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4F1102-CA47-4023-8D68-8467E2BFBF50}"/>
</file>

<file path=customXml/itemProps3.xml><?xml version="1.0" encoding="utf-8"?>
<ds:datastoreItem xmlns:ds="http://schemas.openxmlformats.org/officeDocument/2006/customXml" ds:itemID="{84D67CCF-3BF2-4B46-B40A-CAA6827CF105}"/>
</file>

<file path=customXml/itemProps4.xml><?xml version="1.0" encoding="utf-8"?>
<ds:datastoreItem xmlns:ds="http://schemas.openxmlformats.org/officeDocument/2006/customXml" ds:itemID="{0A9A4E73-0934-446C-BB07-617DD9BD70A3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4</Pages>
  <Words>823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Marek Motyka</cp:lastModifiedBy>
  <cp:revision>7</cp:revision>
  <cp:lastPrinted>2020-10-20T17:48:00Z</cp:lastPrinted>
  <dcterms:created xsi:type="dcterms:W3CDTF">2020-10-29T12:11:00Z</dcterms:created>
  <dcterms:modified xsi:type="dcterms:W3CDTF">2021-10-01T19:51:00Z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